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132C4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1</w:t>
      </w:r>
      <w:r w:rsidR="000473BA">
        <w:rPr>
          <w:rFonts w:ascii="Arial Narrow" w:hAnsi="Arial Narrow"/>
          <w:sz w:val="22"/>
          <w:lang w:val="it-IT"/>
        </w:rPr>
        <w:t>2</w:t>
      </w:r>
      <w:r w:rsidR="006204D1">
        <w:rPr>
          <w:rFonts w:ascii="Arial Narrow" w:hAnsi="Arial Narrow"/>
          <w:sz w:val="22"/>
          <w:lang w:val="de-DE"/>
        </w:rPr>
        <w:t>. Sitzung | SS1</w:t>
      </w:r>
      <w:r w:rsidR="00837047">
        <w:rPr>
          <w:rFonts w:ascii="Arial Narrow" w:hAnsi="Arial Narrow"/>
          <w:sz w:val="22"/>
          <w:lang w:val="de-DE"/>
        </w:rPr>
        <w:t>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</w:t>
      </w:r>
      <w:r w:rsidR="007440AD">
        <w:rPr>
          <w:rFonts w:ascii="Arial Narrow" w:hAnsi="Arial Narrow"/>
          <w:sz w:val="22"/>
          <w:lang w:val="de-DE"/>
        </w:rPr>
        <w:t>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604F6D">
        <w:rPr>
          <w:rFonts w:ascii="Arial Narrow" w:hAnsi="Arial Narrow"/>
          <w:noProof/>
          <w:sz w:val="22"/>
          <w:lang w:val="de-DE"/>
        </w:rPr>
        <w:t>31.05.2017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F15E84" w:rsidRDefault="00497CA7" w:rsidP="00F15E8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</w:t>
      </w:r>
    </w:p>
    <w:p w:rsidR="0078359C" w:rsidRDefault="007440AD" w:rsidP="0078359C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Check letztes Protokoll</w:t>
      </w:r>
      <w:r w:rsidR="0078359C" w:rsidRPr="0078359C">
        <w:rPr>
          <w:rFonts w:ascii="Arial Narrow" w:hAnsi="Arial Narrow"/>
          <w:sz w:val="22"/>
          <w:lang w:val="de-DE"/>
        </w:rPr>
        <w:t xml:space="preserve"> </w:t>
      </w:r>
    </w:p>
    <w:p w:rsidR="00AB710F" w:rsidRDefault="00B374FF" w:rsidP="00AB710F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Pfandmarken (Matthias / Sigi)</w:t>
      </w:r>
      <w:r w:rsidR="00604F6D">
        <w:rPr>
          <w:rFonts w:ascii="Arial Narrow" w:hAnsi="Arial Narrow"/>
          <w:sz w:val="22"/>
          <w:lang w:val="de-DE"/>
        </w:rPr>
        <w:t xml:space="preserve"> </w:t>
      </w:r>
      <w:r w:rsidR="004C2630">
        <w:rPr>
          <w:rFonts w:ascii="Arial Narrow" w:hAnsi="Arial Narrow"/>
          <w:sz w:val="22"/>
          <w:lang w:val="de-DE"/>
        </w:rPr>
        <w:t xml:space="preserve"> </w:t>
      </w:r>
      <w:r w:rsidR="009A14EC">
        <w:rPr>
          <w:rFonts w:ascii="Arial Narrow" w:hAnsi="Arial Narrow"/>
          <w:sz w:val="22"/>
          <w:lang w:val="de-DE"/>
        </w:rPr>
        <w:t xml:space="preserve"> </w:t>
      </w:r>
      <w:bookmarkStart w:id="0" w:name="_GoBack"/>
      <w:bookmarkEnd w:id="0"/>
    </w:p>
    <w:p w:rsidR="005A39E7" w:rsidRDefault="005A39E7" w:rsidP="00AB710F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Verleih-Sachen mit „AStA“ beschriften (Tim)</w:t>
      </w:r>
    </w:p>
    <w:p w:rsidR="00186805" w:rsidRDefault="00186805" w:rsidP="00AB710F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Dosierer</w:t>
      </w:r>
      <w:proofErr w:type="spellEnd"/>
      <w:r>
        <w:rPr>
          <w:rFonts w:ascii="Arial Narrow" w:hAnsi="Arial Narrow"/>
          <w:sz w:val="22"/>
          <w:lang w:val="de-DE"/>
        </w:rPr>
        <w:t>/Portionierer (2 cl oder so) für Flaschen (Tim)</w:t>
      </w:r>
    </w:p>
    <w:p w:rsidR="00D1536D" w:rsidRDefault="00D1536D" w:rsidP="00AB710F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Tischtennisplatte (Lukas)</w:t>
      </w:r>
    </w:p>
    <w:p w:rsidR="00D1536D" w:rsidRDefault="00D1536D" w:rsidP="00AB710F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 Stühle (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/Lukas/Sigi)</w:t>
      </w:r>
    </w:p>
    <w:p w:rsidR="00D1536D" w:rsidRPr="00AB710F" w:rsidRDefault="00D1536D" w:rsidP="00AB710F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Demo (Lukas)</w:t>
      </w:r>
    </w:p>
    <w:p w:rsidR="00AB710F" w:rsidRPr="00B36950" w:rsidRDefault="00E71175" w:rsidP="00B3695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AB710F" w:rsidRPr="00B36950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872FE">
      <w:rPr>
        <w:rFonts w:ascii="Arial Narrow" w:hAnsi="Arial Narrow"/>
        <w:sz w:val="20"/>
        <w:lang w:val="de-DE"/>
      </w:rPr>
      <w:t>SS17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9A14EC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3312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370C"/>
    <w:rsid w:val="000243CF"/>
    <w:rsid w:val="0003734E"/>
    <w:rsid w:val="000410E8"/>
    <w:rsid w:val="000459F9"/>
    <w:rsid w:val="00045EF3"/>
    <w:rsid w:val="000473BA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2C4B"/>
    <w:rsid w:val="001364FA"/>
    <w:rsid w:val="0014473D"/>
    <w:rsid w:val="00144E86"/>
    <w:rsid w:val="001546DA"/>
    <w:rsid w:val="00186805"/>
    <w:rsid w:val="00186A63"/>
    <w:rsid w:val="001C7E80"/>
    <w:rsid w:val="001D222F"/>
    <w:rsid w:val="001D3317"/>
    <w:rsid w:val="001D47FD"/>
    <w:rsid w:val="001F5D4C"/>
    <w:rsid w:val="00203683"/>
    <w:rsid w:val="00211E26"/>
    <w:rsid w:val="00240A7A"/>
    <w:rsid w:val="00273332"/>
    <w:rsid w:val="00274830"/>
    <w:rsid w:val="00284322"/>
    <w:rsid w:val="002A108C"/>
    <w:rsid w:val="002A571F"/>
    <w:rsid w:val="002B1A01"/>
    <w:rsid w:val="002C084E"/>
    <w:rsid w:val="002D090B"/>
    <w:rsid w:val="002D6AB8"/>
    <w:rsid w:val="002E7327"/>
    <w:rsid w:val="00305C9B"/>
    <w:rsid w:val="00310FD9"/>
    <w:rsid w:val="00312F4D"/>
    <w:rsid w:val="003154A6"/>
    <w:rsid w:val="00315F78"/>
    <w:rsid w:val="003339C0"/>
    <w:rsid w:val="0034237A"/>
    <w:rsid w:val="0036697F"/>
    <w:rsid w:val="003733CC"/>
    <w:rsid w:val="003775B0"/>
    <w:rsid w:val="0039509D"/>
    <w:rsid w:val="00396AA7"/>
    <w:rsid w:val="003A704C"/>
    <w:rsid w:val="003B669B"/>
    <w:rsid w:val="003C4F54"/>
    <w:rsid w:val="003F5426"/>
    <w:rsid w:val="00406006"/>
    <w:rsid w:val="004108F1"/>
    <w:rsid w:val="00425BF8"/>
    <w:rsid w:val="00425EF5"/>
    <w:rsid w:val="004359A0"/>
    <w:rsid w:val="00441B0C"/>
    <w:rsid w:val="00471B33"/>
    <w:rsid w:val="0048079E"/>
    <w:rsid w:val="00487AF4"/>
    <w:rsid w:val="00495713"/>
    <w:rsid w:val="00497CA7"/>
    <w:rsid w:val="004C2630"/>
    <w:rsid w:val="004D1F62"/>
    <w:rsid w:val="00501683"/>
    <w:rsid w:val="00501BD9"/>
    <w:rsid w:val="005241F3"/>
    <w:rsid w:val="00543129"/>
    <w:rsid w:val="00563559"/>
    <w:rsid w:val="00577F83"/>
    <w:rsid w:val="00593FA9"/>
    <w:rsid w:val="005A39E7"/>
    <w:rsid w:val="005B1C22"/>
    <w:rsid w:val="005E7B65"/>
    <w:rsid w:val="005F45A2"/>
    <w:rsid w:val="00602994"/>
    <w:rsid w:val="00604F6D"/>
    <w:rsid w:val="00606F9B"/>
    <w:rsid w:val="006170C0"/>
    <w:rsid w:val="006204D1"/>
    <w:rsid w:val="00665600"/>
    <w:rsid w:val="00685893"/>
    <w:rsid w:val="00686ECB"/>
    <w:rsid w:val="006934C1"/>
    <w:rsid w:val="006A01E2"/>
    <w:rsid w:val="006A0CE7"/>
    <w:rsid w:val="006A2577"/>
    <w:rsid w:val="006A6E9D"/>
    <w:rsid w:val="006A6F8F"/>
    <w:rsid w:val="006C0C94"/>
    <w:rsid w:val="006C4D68"/>
    <w:rsid w:val="006F3E5B"/>
    <w:rsid w:val="006F55D7"/>
    <w:rsid w:val="00713690"/>
    <w:rsid w:val="007173E9"/>
    <w:rsid w:val="00733F99"/>
    <w:rsid w:val="007364E7"/>
    <w:rsid w:val="00742C7E"/>
    <w:rsid w:val="007440AD"/>
    <w:rsid w:val="00747D64"/>
    <w:rsid w:val="00761A49"/>
    <w:rsid w:val="00761B22"/>
    <w:rsid w:val="0076384A"/>
    <w:rsid w:val="00766556"/>
    <w:rsid w:val="0078359C"/>
    <w:rsid w:val="00784186"/>
    <w:rsid w:val="007B1EB9"/>
    <w:rsid w:val="007C767B"/>
    <w:rsid w:val="007D3525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8FE"/>
    <w:rsid w:val="00815DF3"/>
    <w:rsid w:val="0081784D"/>
    <w:rsid w:val="00837047"/>
    <w:rsid w:val="00843F45"/>
    <w:rsid w:val="008457B3"/>
    <w:rsid w:val="00847CDD"/>
    <w:rsid w:val="008743D8"/>
    <w:rsid w:val="008975AD"/>
    <w:rsid w:val="008A7A09"/>
    <w:rsid w:val="008C250E"/>
    <w:rsid w:val="008D16EC"/>
    <w:rsid w:val="008D2BDB"/>
    <w:rsid w:val="008F7364"/>
    <w:rsid w:val="00927544"/>
    <w:rsid w:val="009301A0"/>
    <w:rsid w:val="00937828"/>
    <w:rsid w:val="00956F05"/>
    <w:rsid w:val="00962D5F"/>
    <w:rsid w:val="009757B0"/>
    <w:rsid w:val="00981F70"/>
    <w:rsid w:val="00986653"/>
    <w:rsid w:val="009906B7"/>
    <w:rsid w:val="009A14EC"/>
    <w:rsid w:val="009B1C2A"/>
    <w:rsid w:val="009B7B2F"/>
    <w:rsid w:val="009D3E73"/>
    <w:rsid w:val="009E51ED"/>
    <w:rsid w:val="009E695E"/>
    <w:rsid w:val="009E6CE4"/>
    <w:rsid w:val="009F29AA"/>
    <w:rsid w:val="00A05515"/>
    <w:rsid w:val="00A448D9"/>
    <w:rsid w:val="00A44D35"/>
    <w:rsid w:val="00A45838"/>
    <w:rsid w:val="00A60056"/>
    <w:rsid w:val="00A87E62"/>
    <w:rsid w:val="00A94BC2"/>
    <w:rsid w:val="00AB710F"/>
    <w:rsid w:val="00AE757F"/>
    <w:rsid w:val="00AF264D"/>
    <w:rsid w:val="00AF4860"/>
    <w:rsid w:val="00AF5710"/>
    <w:rsid w:val="00AF6783"/>
    <w:rsid w:val="00B118D5"/>
    <w:rsid w:val="00B25462"/>
    <w:rsid w:val="00B262CA"/>
    <w:rsid w:val="00B31937"/>
    <w:rsid w:val="00B36950"/>
    <w:rsid w:val="00B374FF"/>
    <w:rsid w:val="00B40F8C"/>
    <w:rsid w:val="00B47140"/>
    <w:rsid w:val="00B51224"/>
    <w:rsid w:val="00B83D82"/>
    <w:rsid w:val="00B84C88"/>
    <w:rsid w:val="00B872FE"/>
    <w:rsid w:val="00BA10A5"/>
    <w:rsid w:val="00BD08F6"/>
    <w:rsid w:val="00BD4E8B"/>
    <w:rsid w:val="00BE1515"/>
    <w:rsid w:val="00C00D76"/>
    <w:rsid w:val="00C1435E"/>
    <w:rsid w:val="00C22F83"/>
    <w:rsid w:val="00C46942"/>
    <w:rsid w:val="00C60DAE"/>
    <w:rsid w:val="00C63840"/>
    <w:rsid w:val="00C63FA7"/>
    <w:rsid w:val="00C70A7F"/>
    <w:rsid w:val="00C747E6"/>
    <w:rsid w:val="00C772CC"/>
    <w:rsid w:val="00C82C9C"/>
    <w:rsid w:val="00CA5DF7"/>
    <w:rsid w:val="00CB5BD5"/>
    <w:rsid w:val="00CC1CB0"/>
    <w:rsid w:val="00CD7327"/>
    <w:rsid w:val="00CD7E93"/>
    <w:rsid w:val="00CF0EE6"/>
    <w:rsid w:val="00D1536D"/>
    <w:rsid w:val="00D24AA6"/>
    <w:rsid w:val="00D523B8"/>
    <w:rsid w:val="00D55BFE"/>
    <w:rsid w:val="00D56973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66A27"/>
    <w:rsid w:val="00E71175"/>
    <w:rsid w:val="00E81768"/>
    <w:rsid w:val="00E90352"/>
    <w:rsid w:val="00E90521"/>
    <w:rsid w:val="00E97E93"/>
    <w:rsid w:val="00EA30A5"/>
    <w:rsid w:val="00EA48C0"/>
    <w:rsid w:val="00EB31F2"/>
    <w:rsid w:val="00ED333D"/>
    <w:rsid w:val="00F15E84"/>
    <w:rsid w:val="00F15EEB"/>
    <w:rsid w:val="00F52EB7"/>
    <w:rsid w:val="00F82B23"/>
    <w:rsid w:val="00F834DE"/>
    <w:rsid w:val="00FB4ECF"/>
    <w:rsid w:val="00FC04A6"/>
    <w:rsid w:val="00FD2BD0"/>
    <w:rsid w:val="00FD2F2E"/>
    <w:rsid w:val="00FD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57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Lukas Scheuerle</dc:creator>
  <cp:lastModifiedBy>Lukas Scheuerle</cp:lastModifiedBy>
  <cp:revision>8</cp:revision>
  <cp:lastPrinted>2017-05-31T10:59:00Z</cp:lastPrinted>
  <dcterms:created xsi:type="dcterms:W3CDTF">2017-05-29T09:06:00Z</dcterms:created>
  <dcterms:modified xsi:type="dcterms:W3CDTF">2017-05-31T11:43:00Z</dcterms:modified>
</cp:coreProperties>
</file>